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98" w:rsidRDefault="00355898" w:rsidP="00740D74">
      <w:pPr>
        <w:spacing w:after="0"/>
      </w:pPr>
      <w:r>
        <w:t>NAME: ____________________________________</w:t>
      </w:r>
      <w:r>
        <w:tab/>
      </w:r>
      <w:r>
        <w:tab/>
      </w:r>
      <w:r>
        <w:tab/>
      </w:r>
      <w:r>
        <w:tab/>
      </w:r>
      <w:r>
        <w:tab/>
        <w:t>Activity 4.2A</w:t>
      </w:r>
    </w:p>
    <w:p w:rsidR="00355898" w:rsidRDefault="00355898" w:rsidP="00740D74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Get a partner, and one tape measure per pair.</w:t>
      </w: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Measure the following things on your partner, and have them measure the same thing on you </w:t>
      </w:r>
      <w:r>
        <w:rPr>
          <w:b/>
          <w:i/>
          <w:u w:val="single"/>
        </w:rPr>
        <w:t>(all in centimeters)</w:t>
      </w:r>
      <w:r>
        <w:t xml:space="preserve">.  Record </w:t>
      </w:r>
      <w:r>
        <w:rPr>
          <w:b/>
          <w:i/>
          <w:u w:val="single"/>
        </w:rPr>
        <w:t>YOUR</w:t>
      </w:r>
      <w:r>
        <w:t xml:space="preserve"> measurements below:</w:t>
      </w:r>
    </w:p>
    <w:p w:rsidR="00355898" w:rsidRDefault="00355898" w:rsidP="00740D74">
      <w:pPr>
        <w:spacing w:after="0"/>
      </w:pPr>
    </w:p>
    <w:p w:rsidR="00355898" w:rsidRDefault="00355898" w:rsidP="00740D74">
      <w:pPr>
        <w:spacing w:after="0"/>
        <w:ind w:left="720"/>
      </w:pPr>
      <w:r>
        <w:t>HEIGHT: _____________ cm</w:t>
      </w:r>
    </w:p>
    <w:p w:rsidR="00355898" w:rsidRDefault="00355898" w:rsidP="00740D74">
      <w:pPr>
        <w:spacing w:after="0"/>
        <w:ind w:left="720"/>
      </w:pPr>
    </w:p>
    <w:p w:rsidR="00355898" w:rsidRDefault="00355898" w:rsidP="00740D74">
      <w:pPr>
        <w:spacing w:after="0"/>
        <w:ind w:left="720"/>
      </w:pPr>
      <w:r>
        <w:t>ARM SPAN: _____________ cm</w:t>
      </w:r>
    </w:p>
    <w:p w:rsidR="00355898" w:rsidRDefault="00355898" w:rsidP="00740D74">
      <w:pPr>
        <w:spacing w:after="0"/>
        <w:ind w:left="720"/>
      </w:pPr>
    </w:p>
    <w:p w:rsidR="00355898" w:rsidRDefault="00355898" w:rsidP="00740D74">
      <w:pPr>
        <w:spacing w:after="0"/>
        <w:ind w:left="720"/>
      </w:pPr>
      <w:r>
        <w:t>SHOULDER to ELBOW: ____________ cm</w:t>
      </w:r>
    </w:p>
    <w:p w:rsidR="00355898" w:rsidRDefault="00355898" w:rsidP="00740D74">
      <w:pPr>
        <w:spacing w:after="0"/>
        <w:ind w:left="720"/>
      </w:pPr>
    </w:p>
    <w:p w:rsidR="00355898" w:rsidRDefault="00355898" w:rsidP="00740D74">
      <w:pPr>
        <w:spacing w:after="0"/>
        <w:ind w:left="720"/>
      </w:pPr>
      <w:r>
        <w:t>KNEECAP to FLOOR: _____________ cm</w:t>
      </w:r>
    </w:p>
    <w:p w:rsidR="00355898" w:rsidRDefault="00355898" w:rsidP="00740D74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Record </w:t>
      </w:r>
      <w:r>
        <w:rPr>
          <w:b/>
          <w:i/>
          <w:u w:val="single"/>
        </w:rPr>
        <w:t>YOUR</w:t>
      </w:r>
      <w:r>
        <w:t xml:space="preserve"> measurements on the board with the class data</w:t>
      </w: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Input the class data into your calculator.  First, create the following lists for the data:</w:t>
      </w:r>
    </w:p>
    <w:p w:rsidR="00355898" w:rsidRDefault="00355898" w:rsidP="00740D74">
      <w:pPr>
        <w:pStyle w:val="ListParagraph"/>
        <w:spacing w:after="0"/>
      </w:pPr>
      <w:r>
        <w:t xml:space="preserve">HEIGHT = </w:t>
      </w:r>
      <w:r w:rsidRPr="00740D74">
        <w:rPr>
          <w:b/>
          <w:vertAlign w:val="subscript"/>
        </w:rPr>
        <w:t>L</w:t>
      </w:r>
      <w:r w:rsidRPr="00740D74">
        <w:rPr>
          <w:b/>
        </w:rPr>
        <w:t>HGT</w:t>
      </w:r>
    </w:p>
    <w:p w:rsidR="00355898" w:rsidRDefault="00355898" w:rsidP="00740D74">
      <w:pPr>
        <w:pStyle w:val="ListParagraph"/>
        <w:spacing w:after="0"/>
      </w:pPr>
      <w:r>
        <w:t xml:space="preserve">ARM SPAN = </w:t>
      </w:r>
      <w:r w:rsidRPr="00740D74">
        <w:rPr>
          <w:b/>
          <w:vertAlign w:val="subscript"/>
        </w:rPr>
        <w:t>L</w:t>
      </w:r>
      <w:r w:rsidRPr="00740D74">
        <w:rPr>
          <w:b/>
        </w:rPr>
        <w:t>ARM</w:t>
      </w:r>
    </w:p>
    <w:p w:rsidR="00355898" w:rsidRDefault="00355898" w:rsidP="00740D74">
      <w:pPr>
        <w:pStyle w:val="ListParagraph"/>
        <w:spacing w:after="0"/>
      </w:pPr>
      <w:r>
        <w:t xml:space="preserve">SHOULDER to ELBOW = </w:t>
      </w:r>
      <w:r w:rsidRPr="00740D74">
        <w:rPr>
          <w:b/>
          <w:vertAlign w:val="subscript"/>
        </w:rPr>
        <w:t>L</w:t>
      </w:r>
      <w:r w:rsidRPr="00740D74">
        <w:rPr>
          <w:b/>
        </w:rPr>
        <w:t>SHOLD</w:t>
      </w:r>
    </w:p>
    <w:p w:rsidR="00355898" w:rsidRDefault="00355898" w:rsidP="00740D74">
      <w:pPr>
        <w:pStyle w:val="ListParagraph"/>
        <w:spacing w:after="0"/>
        <w:rPr>
          <w:b/>
        </w:rPr>
      </w:pPr>
      <w:r>
        <w:t xml:space="preserve">KNEECAP TO FLOOR = </w:t>
      </w:r>
      <w:r w:rsidRPr="00740D74">
        <w:rPr>
          <w:b/>
          <w:vertAlign w:val="subscript"/>
        </w:rPr>
        <w:t>L</w:t>
      </w:r>
      <w:r w:rsidRPr="00740D74">
        <w:rPr>
          <w:b/>
        </w:rPr>
        <w:t>KNEE</w:t>
      </w:r>
    </w:p>
    <w:p w:rsidR="00355898" w:rsidRDefault="00355898" w:rsidP="00740D74">
      <w:pPr>
        <w:pStyle w:val="ListParagraph"/>
        <w:spacing w:after="0"/>
      </w:pPr>
    </w:p>
    <w:p w:rsidR="00355898" w:rsidRDefault="00355898" w:rsidP="00740D74">
      <w:pPr>
        <w:pStyle w:val="ListParagraph"/>
        <w:spacing w:after="0"/>
      </w:pPr>
      <w:r>
        <w:t>** You can help divide up the work with your partner.  You can each type in 2 lists, then transfer them to each other **</w:t>
      </w:r>
    </w:p>
    <w:p w:rsidR="00355898" w:rsidRPr="00740D74" w:rsidRDefault="00355898" w:rsidP="00740D74">
      <w:pPr>
        <w:pStyle w:val="ListParagraph"/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Height will be our response variable (y-variable) for this entire activity.  We want to see which of the other 3 variables will </w:t>
      </w:r>
      <w:r w:rsidRPr="00A020A6">
        <w:rPr>
          <w:b/>
          <w:i/>
        </w:rPr>
        <w:t>best predict</w:t>
      </w:r>
      <w:r>
        <w:t xml:space="preserve"> a person’s height.  </w:t>
      </w:r>
    </w:p>
    <w:p w:rsidR="00355898" w:rsidRDefault="00355898" w:rsidP="00A020A6">
      <w:pPr>
        <w:spacing w:after="0"/>
      </w:pPr>
    </w:p>
    <w:p w:rsidR="00355898" w:rsidRPr="00A020A6" w:rsidRDefault="00355898" w:rsidP="00A020A6">
      <w:pPr>
        <w:spacing w:after="0"/>
        <w:rPr>
          <w:b/>
        </w:rPr>
      </w:pPr>
      <w:r>
        <w:rPr>
          <w:b/>
        </w:rPr>
        <w:t>First, let’s look at Arm Span:</w:t>
      </w: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Create a plot for ARM SPAN vs. HEIGHT and sketch it below.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arm span does a good job predicting height?  WHY??? (justify)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Based on the residual plot, do you think that arm span does a good job predicting height in a linear model?  Why??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pBdr>
          <w:bottom w:val="single" w:sz="6" w:space="1" w:color="auto"/>
        </w:pBdr>
        <w:spacing w:after="0"/>
      </w:pPr>
    </w:p>
    <w:p w:rsidR="00355898" w:rsidRDefault="00355898" w:rsidP="00A020A6">
      <w:pPr>
        <w:spacing w:after="0"/>
      </w:pPr>
    </w:p>
    <w:p w:rsidR="00355898" w:rsidRPr="00A020A6" w:rsidRDefault="00355898" w:rsidP="00A020A6">
      <w:pPr>
        <w:spacing w:after="0"/>
        <w:rPr>
          <w:b/>
        </w:rPr>
      </w:pPr>
      <w:r>
        <w:rPr>
          <w:b/>
        </w:rPr>
        <w:t>Next, let’s look at Shoulder to elbow:</w:t>
      </w:r>
    </w:p>
    <w:p w:rsidR="00355898" w:rsidRDefault="00355898" w:rsidP="00A020A6">
      <w:pPr>
        <w:pStyle w:val="ListParagraph"/>
        <w:numPr>
          <w:ilvl w:val="0"/>
          <w:numId w:val="1"/>
        </w:numPr>
        <w:spacing w:after="0"/>
      </w:pPr>
      <w:r>
        <w:t xml:space="preserve">Create a plot for SHOULDER TO ELBOW vs. HEIGHT and sketch it below.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>
      <w:r>
        <w:br w:type="page"/>
      </w:r>
    </w:p>
    <w:p w:rsidR="00355898" w:rsidRDefault="00355898" w:rsidP="00A020A6">
      <w:pPr>
        <w:pStyle w:val="ListParagraph"/>
        <w:numPr>
          <w:ilvl w:val="0"/>
          <w:numId w:val="1"/>
        </w:numPr>
        <w:spacing w:after="0"/>
      </w:pPr>
      <w:r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shoulder to elbow does a good job predicting height?  WHY??? (justify)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pStyle w:val="ListParagraph"/>
        <w:numPr>
          <w:ilvl w:val="0"/>
          <w:numId w:val="1"/>
        </w:numPr>
        <w:spacing w:after="0"/>
      </w:pPr>
      <w:r>
        <w:t>Based on the residual plot, do you think that shoulder to elbow does a good job predicting height in a linear model?  Why??</w:t>
      </w:r>
    </w:p>
    <w:p w:rsidR="00355898" w:rsidRDefault="00355898" w:rsidP="00A020A6">
      <w:pPr>
        <w:spacing w:after="0"/>
      </w:pPr>
    </w:p>
    <w:p w:rsidR="00355898" w:rsidRDefault="00355898" w:rsidP="00A020A6">
      <w:pPr>
        <w:spacing w:after="0"/>
      </w:pPr>
    </w:p>
    <w:p w:rsidR="00355898" w:rsidRDefault="00355898" w:rsidP="00A020A6">
      <w:pPr>
        <w:pBdr>
          <w:bottom w:val="single" w:sz="6" w:space="1" w:color="auto"/>
        </w:pBdr>
        <w:spacing w:after="0"/>
      </w:pPr>
    </w:p>
    <w:p w:rsidR="00355898" w:rsidRDefault="00355898" w:rsidP="00A020A6">
      <w:pPr>
        <w:spacing w:after="0"/>
      </w:pPr>
    </w:p>
    <w:p w:rsidR="00355898" w:rsidRPr="00A020A6" w:rsidRDefault="00355898" w:rsidP="00BC0AD9">
      <w:pPr>
        <w:spacing w:after="0"/>
        <w:rPr>
          <w:b/>
        </w:rPr>
      </w:pPr>
      <w:r>
        <w:rPr>
          <w:b/>
        </w:rPr>
        <w:t>Next, let’s look at Kneecap to floor:</w:t>
      </w:r>
    </w:p>
    <w:p w:rsidR="00355898" w:rsidRDefault="00355898" w:rsidP="00BC0AD9">
      <w:pPr>
        <w:pStyle w:val="ListParagraph"/>
        <w:numPr>
          <w:ilvl w:val="0"/>
          <w:numId w:val="1"/>
        </w:numPr>
        <w:spacing w:after="0"/>
      </w:pPr>
      <w:r>
        <w:t xml:space="preserve">Create a plot for KNEECAP TO FLOOR vs. HEIGHT and sketch it below.  </w:t>
      </w: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pStyle w:val="ListParagraph"/>
        <w:numPr>
          <w:ilvl w:val="0"/>
          <w:numId w:val="1"/>
        </w:numPr>
        <w:spacing w:after="0"/>
      </w:pPr>
      <w:r>
        <w:t>Calculate the LSR line, the r, and the r</w:t>
      </w:r>
      <w:r w:rsidRPr="00A020A6">
        <w:rPr>
          <w:vertAlign w:val="superscript"/>
        </w:rPr>
        <w:t>2</w:t>
      </w:r>
      <w:r>
        <w:t xml:space="preserve"> values.  </w:t>
      </w: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>
      <w:r>
        <w:br w:type="page"/>
      </w:r>
    </w:p>
    <w:p w:rsidR="00355898" w:rsidRDefault="00355898" w:rsidP="00BC0AD9">
      <w:pPr>
        <w:pStyle w:val="ListParagraph"/>
        <w:numPr>
          <w:ilvl w:val="0"/>
          <w:numId w:val="1"/>
        </w:numPr>
        <w:spacing w:after="0"/>
      </w:pPr>
      <w:r>
        <w:t>Based on the plot and the r and r</w:t>
      </w:r>
      <w:r w:rsidRPr="00A020A6">
        <w:rPr>
          <w:vertAlign w:val="superscript"/>
        </w:rPr>
        <w:t>2</w:t>
      </w:r>
      <w:r>
        <w:t xml:space="preserve"> values, do you think that kneecap to floor does a good job predicting height?  WHY??? (justify)</w:t>
      </w: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pStyle w:val="ListParagraph"/>
        <w:numPr>
          <w:ilvl w:val="0"/>
          <w:numId w:val="1"/>
        </w:numPr>
        <w:spacing w:after="0"/>
      </w:pPr>
      <w:r>
        <w:t xml:space="preserve">Create a residual plot for this analysis and sketch it below.  </w:t>
      </w: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pStyle w:val="ListParagraph"/>
        <w:numPr>
          <w:ilvl w:val="0"/>
          <w:numId w:val="1"/>
        </w:numPr>
        <w:spacing w:after="0"/>
      </w:pPr>
      <w:r>
        <w:t>Based on the residual plot, do you think that kneecap to floor does a good job predicting height in a linear model?  Why??</w:t>
      </w:r>
    </w:p>
    <w:p w:rsidR="00355898" w:rsidRDefault="00355898" w:rsidP="00BC0AD9">
      <w:pPr>
        <w:spacing w:after="0"/>
      </w:pPr>
    </w:p>
    <w:p w:rsidR="00355898" w:rsidRDefault="00355898" w:rsidP="00BC0AD9">
      <w:pPr>
        <w:spacing w:after="0"/>
      </w:pPr>
    </w:p>
    <w:p w:rsidR="00355898" w:rsidRDefault="00355898" w:rsidP="00BC0AD9">
      <w:pPr>
        <w:pBdr>
          <w:bottom w:val="single" w:sz="6" w:space="1" w:color="auto"/>
        </w:pBdr>
        <w:spacing w:after="0"/>
      </w:pPr>
    </w:p>
    <w:p w:rsidR="00355898" w:rsidRDefault="00355898" w:rsidP="00BC0AD9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Let’s compare the 3 models for predicting height.  Look at the three different </w:t>
      </w:r>
      <w:r w:rsidRPr="00773416">
        <w:rPr>
          <w:i/>
        </w:rPr>
        <w:t>r</w:t>
      </w:r>
      <w:r>
        <w:t xml:space="preserve"> values, r2 values, and residual plots.  Which explanatory variable (arm span, shoulder to elbow, or kneecap to floor) does the best job of predicting height?  WHY??? (JUSTIFY!!)</w:t>
      </w: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>Using the model you chose in #21, predict how tall Mrs. McNelis is (get her measurement for the model you chose).  Show work below:</w:t>
      </w: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39779C">
      <w:pPr>
        <w:spacing w:after="0"/>
      </w:pPr>
    </w:p>
    <w:p w:rsidR="00355898" w:rsidRDefault="00355898" w:rsidP="00740D74">
      <w:pPr>
        <w:pStyle w:val="ListParagraph"/>
        <w:numPr>
          <w:ilvl w:val="0"/>
          <w:numId w:val="1"/>
        </w:numPr>
        <w:spacing w:after="0"/>
      </w:pPr>
      <w:r>
        <w:t xml:space="preserve">Find out her actual height.  Calculate the residual (error) for your predication.  </w:t>
      </w:r>
    </w:p>
    <w:sectPr w:rsidR="00355898" w:rsidSect="00740D7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1F7"/>
    <w:multiLevelType w:val="hybridMultilevel"/>
    <w:tmpl w:val="4F20F5F8"/>
    <w:lvl w:ilvl="0" w:tplc="E5965FD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D74"/>
    <w:rsid w:val="002E76A6"/>
    <w:rsid w:val="0035117A"/>
    <w:rsid w:val="00355898"/>
    <w:rsid w:val="00367D0D"/>
    <w:rsid w:val="0039779C"/>
    <w:rsid w:val="004D6174"/>
    <w:rsid w:val="00645277"/>
    <w:rsid w:val="00712AD9"/>
    <w:rsid w:val="00740D74"/>
    <w:rsid w:val="00773416"/>
    <w:rsid w:val="009477B0"/>
    <w:rsid w:val="00A020A6"/>
    <w:rsid w:val="00A74FF6"/>
    <w:rsid w:val="00A874FD"/>
    <w:rsid w:val="00B80ABD"/>
    <w:rsid w:val="00BC0AD9"/>
    <w:rsid w:val="00CA4651"/>
    <w:rsid w:val="00EE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0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4</Pages>
  <Words>431</Words>
  <Characters>2461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dcterms:created xsi:type="dcterms:W3CDTF">2009-11-09T12:13:00Z</dcterms:created>
  <dcterms:modified xsi:type="dcterms:W3CDTF">2010-09-28T00:43:00Z</dcterms:modified>
</cp:coreProperties>
</file>